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9AB8A" w14:textId="77777777" w:rsidR="005252B2" w:rsidRDefault="005252B2" w:rsidP="005252B2">
      <w:pPr>
        <w:pBdr>
          <w:bottom w:val="double" w:sz="4" w:space="1" w:color="auto"/>
        </w:pBdr>
      </w:pPr>
      <w:bookmarkStart w:id="0" w:name="_GoBack"/>
      <w:bookmarkEnd w:id="0"/>
    </w:p>
    <w:p w14:paraId="6EA69583" w14:textId="77777777" w:rsidR="00F77BF4" w:rsidRDefault="00AE00BE" w:rsidP="005252B2">
      <w:pPr>
        <w:pBdr>
          <w:bottom w:val="double" w:sz="4" w:space="1" w:color="auto"/>
        </w:pBdr>
      </w:pPr>
      <w:r>
        <w:rPr>
          <w:noProof/>
        </w:rPr>
        <w:drawing>
          <wp:inline distT="0" distB="0" distL="0" distR="0" wp14:anchorId="09D7F439" wp14:editId="3CC0EC60">
            <wp:extent cx="1249680" cy="589280"/>
            <wp:effectExtent l="0" t="0" r="7620" b="127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2AE44" w14:textId="77777777" w:rsidR="005252B2" w:rsidRPr="005252B2" w:rsidRDefault="005252B2" w:rsidP="005252B2">
      <w:pPr>
        <w:rPr>
          <w:sz w:val="18"/>
          <w:szCs w:val="18"/>
        </w:rPr>
      </w:pPr>
    </w:p>
    <w:p w14:paraId="52A41AED" w14:textId="38BDEF8D" w:rsidR="005252B2" w:rsidRPr="00D94F45" w:rsidRDefault="00A61360" w:rsidP="005252B2">
      <w:pPr>
        <w:jc w:val="center"/>
        <w:rPr>
          <w:rFonts w:ascii="Arial" w:hAnsi="Arial" w:cs="Arial"/>
          <w:b/>
          <w:sz w:val="28"/>
          <w:szCs w:val="28"/>
        </w:rPr>
      </w:pPr>
      <w:r w:rsidRPr="00D94F45">
        <w:rPr>
          <w:rFonts w:ascii="Arial" w:hAnsi="Arial" w:cs="Arial"/>
          <w:b/>
          <w:sz w:val="28"/>
          <w:szCs w:val="28"/>
        </w:rPr>
        <w:t>20</w:t>
      </w:r>
      <w:r w:rsidR="006E5B6C">
        <w:rPr>
          <w:rFonts w:ascii="Arial" w:hAnsi="Arial" w:cs="Arial"/>
          <w:b/>
          <w:sz w:val="28"/>
          <w:szCs w:val="28"/>
        </w:rPr>
        <w:t>1</w:t>
      </w:r>
      <w:r w:rsidR="00884F30">
        <w:rPr>
          <w:rFonts w:ascii="Arial" w:hAnsi="Arial" w:cs="Arial"/>
          <w:b/>
          <w:sz w:val="28"/>
          <w:szCs w:val="28"/>
        </w:rPr>
        <w:t>8</w:t>
      </w:r>
      <w:r w:rsidR="005252B2" w:rsidRPr="00D94F45">
        <w:rPr>
          <w:rFonts w:ascii="Arial" w:hAnsi="Arial" w:cs="Arial"/>
          <w:b/>
          <w:sz w:val="28"/>
          <w:szCs w:val="28"/>
        </w:rPr>
        <w:t xml:space="preserve"> Membership Form</w:t>
      </w:r>
    </w:p>
    <w:p w14:paraId="7CA9E716" w14:textId="77777777" w:rsidR="005252B2" w:rsidRPr="00D94F45" w:rsidRDefault="005252B2" w:rsidP="005252B2">
      <w:pPr>
        <w:jc w:val="center"/>
        <w:rPr>
          <w:rFonts w:ascii="Arial" w:hAnsi="Arial" w:cs="Arial"/>
        </w:rPr>
      </w:pPr>
      <w:r w:rsidRPr="00D94F45">
        <w:rPr>
          <w:rFonts w:ascii="Arial" w:hAnsi="Arial" w:cs="Arial"/>
        </w:rPr>
        <w:t>Chi Epsilon Sigma - Epsilon Chapter</w:t>
      </w:r>
    </w:p>
    <w:p w14:paraId="1D1333E6" w14:textId="77777777" w:rsidR="005252B2" w:rsidRPr="005252B2" w:rsidRDefault="005252B2" w:rsidP="005252B2">
      <w:pPr>
        <w:jc w:val="center"/>
        <w:rPr>
          <w:rFonts w:ascii="Heather" w:hAnsi="Heather"/>
        </w:rPr>
      </w:pPr>
      <w:r w:rsidRPr="00D94F45">
        <w:rPr>
          <w:rFonts w:ascii="Arial" w:hAnsi="Arial" w:cs="Arial"/>
        </w:rPr>
        <w:t>The National Support Staff Fraternity</w:t>
      </w:r>
    </w:p>
    <w:p w14:paraId="04BAD09B" w14:textId="77777777" w:rsidR="005252B2" w:rsidRDefault="005252B2" w:rsidP="005252B2">
      <w:pPr>
        <w:pBdr>
          <w:bottom w:val="double" w:sz="6" w:space="1" w:color="auto"/>
        </w:pBdr>
        <w:rPr>
          <w:sz w:val="18"/>
          <w:szCs w:val="18"/>
        </w:rPr>
      </w:pPr>
    </w:p>
    <w:p w14:paraId="0DE179D1" w14:textId="77777777" w:rsidR="005252B2" w:rsidRDefault="005252B2" w:rsidP="005252B2">
      <w:pPr>
        <w:rPr>
          <w:sz w:val="18"/>
          <w:szCs w:val="18"/>
        </w:rPr>
      </w:pPr>
    </w:p>
    <w:p w14:paraId="1E0B008C" w14:textId="77777777" w:rsidR="005252B2" w:rsidRDefault="005252B2" w:rsidP="005252B2">
      <w:pPr>
        <w:rPr>
          <w:sz w:val="18"/>
          <w:szCs w:val="18"/>
        </w:rPr>
      </w:pPr>
    </w:p>
    <w:p w14:paraId="2720C87D" w14:textId="77777777" w:rsidR="005252B2" w:rsidRPr="00D94F45" w:rsidRDefault="007F4B6B" w:rsidP="005252B2">
      <w:pPr>
        <w:rPr>
          <w:rFonts w:ascii="Arial" w:hAnsi="Arial" w:cs="Arial"/>
          <w:sz w:val="22"/>
          <w:szCs w:val="22"/>
        </w:rPr>
      </w:pPr>
      <w:r w:rsidRPr="00D94F45">
        <w:rPr>
          <w:rFonts w:ascii="Arial" w:hAnsi="Arial" w:cs="Arial"/>
          <w:sz w:val="22"/>
          <w:szCs w:val="22"/>
        </w:rPr>
        <w:t>Name/Address:</w:t>
      </w:r>
    </w:p>
    <w:p w14:paraId="2FB81DC8" w14:textId="77777777" w:rsidR="005252B2" w:rsidRPr="00D94F45" w:rsidRDefault="005252B2" w:rsidP="005252B2">
      <w:pPr>
        <w:rPr>
          <w:rFonts w:ascii="Arial" w:hAnsi="Arial" w:cs="Arial"/>
          <w:sz w:val="22"/>
          <w:szCs w:val="22"/>
        </w:rPr>
      </w:pPr>
    </w:p>
    <w:p w14:paraId="455B483D" w14:textId="77777777" w:rsidR="005252B2" w:rsidRPr="00D94F45" w:rsidRDefault="005252B2" w:rsidP="005252B2">
      <w:pPr>
        <w:rPr>
          <w:rFonts w:ascii="Arial" w:hAnsi="Arial" w:cs="Arial"/>
          <w:sz w:val="22"/>
          <w:szCs w:val="22"/>
          <w:u w:val="single"/>
        </w:rPr>
      </w:pP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</w:rPr>
        <w:tab/>
        <w:t>Title:</w:t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="002D5F36"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</w:p>
    <w:p w14:paraId="59EF2A0B" w14:textId="77777777" w:rsidR="002D5F36" w:rsidRPr="00D94F45" w:rsidRDefault="002D5F36" w:rsidP="005252B2">
      <w:pPr>
        <w:rPr>
          <w:rFonts w:ascii="Arial" w:hAnsi="Arial" w:cs="Arial"/>
          <w:sz w:val="22"/>
          <w:szCs w:val="22"/>
          <w:u w:val="single"/>
        </w:rPr>
      </w:pPr>
    </w:p>
    <w:p w14:paraId="472CD8B0" w14:textId="77777777" w:rsidR="002D5F36" w:rsidRPr="00D94F45" w:rsidRDefault="002D5F36" w:rsidP="005252B2">
      <w:pPr>
        <w:rPr>
          <w:rFonts w:ascii="Arial" w:hAnsi="Arial" w:cs="Arial"/>
          <w:sz w:val="22"/>
          <w:szCs w:val="22"/>
          <w:u w:val="single"/>
        </w:rPr>
      </w:pP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</w:rPr>
        <w:tab/>
        <w:t>E-mail Address:</w:t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</w:p>
    <w:p w14:paraId="1E81B8F9" w14:textId="77777777" w:rsidR="005252B2" w:rsidRPr="00D94F45" w:rsidRDefault="005252B2" w:rsidP="005252B2">
      <w:pPr>
        <w:rPr>
          <w:rFonts w:ascii="Arial" w:hAnsi="Arial" w:cs="Arial"/>
          <w:sz w:val="18"/>
          <w:szCs w:val="18"/>
        </w:rPr>
      </w:pPr>
    </w:p>
    <w:p w14:paraId="71A1E48C" w14:textId="77777777" w:rsidR="002D5F36" w:rsidRPr="00D94F45" w:rsidRDefault="002D5F36" w:rsidP="005252B2">
      <w:pPr>
        <w:rPr>
          <w:rFonts w:ascii="Arial" w:hAnsi="Arial" w:cs="Arial"/>
          <w:sz w:val="22"/>
          <w:szCs w:val="22"/>
        </w:rPr>
      </w:pPr>
      <w:r w:rsidRPr="00D94F45">
        <w:rPr>
          <w:rFonts w:ascii="Arial" w:hAnsi="Arial" w:cs="Arial"/>
          <w:sz w:val="18"/>
          <w:szCs w:val="18"/>
          <w:u w:val="single"/>
        </w:rPr>
        <w:tab/>
      </w:r>
      <w:r w:rsidRPr="00D94F45">
        <w:rPr>
          <w:rFonts w:ascii="Arial" w:hAnsi="Arial" w:cs="Arial"/>
          <w:sz w:val="18"/>
          <w:szCs w:val="18"/>
          <w:u w:val="single"/>
        </w:rPr>
        <w:tab/>
      </w:r>
      <w:r w:rsidRPr="00D94F45">
        <w:rPr>
          <w:rFonts w:ascii="Arial" w:hAnsi="Arial" w:cs="Arial"/>
          <w:sz w:val="18"/>
          <w:szCs w:val="18"/>
          <w:u w:val="single"/>
        </w:rPr>
        <w:tab/>
      </w:r>
      <w:r w:rsidRPr="00D94F45">
        <w:rPr>
          <w:rFonts w:ascii="Arial" w:hAnsi="Arial" w:cs="Arial"/>
          <w:sz w:val="18"/>
          <w:szCs w:val="18"/>
          <w:u w:val="single"/>
        </w:rPr>
        <w:tab/>
      </w:r>
      <w:r w:rsidRPr="00D94F45">
        <w:rPr>
          <w:rFonts w:ascii="Arial" w:hAnsi="Arial" w:cs="Arial"/>
          <w:sz w:val="18"/>
          <w:szCs w:val="18"/>
          <w:u w:val="single"/>
        </w:rPr>
        <w:tab/>
      </w:r>
      <w:r w:rsidRPr="00D94F45">
        <w:rPr>
          <w:rFonts w:ascii="Arial" w:hAnsi="Arial" w:cs="Arial"/>
          <w:sz w:val="18"/>
          <w:szCs w:val="18"/>
        </w:rPr>
        <w:tab/>
      </w:r>
      <w:r w:rsidRPr="00D94F45">
        <w:rPr>
          <w:rFonts w:ascii="Arial" w:hAnsi="Arial" w:cs="Arial"/>
          <w:sz w:val="22"/>
          <w:szCs w:val="22"/>
        </w:rPr>
        <w:t>Office Phone #</w:t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</w:p>
    <w:p w14:paraId="6AC9C29F" w14:textId="77777777" w:rsidR="002D5F36" w:rsidRPr="00D94F45" w:rsidRDefault="002D5F36" w:rsidP="005252B2">
      <w:pPr>
        <w:rPr>
          <w:rFonts w:ascii="Arial" w:hAnsi="Arial" w:cs="Arial"/>
          <w:sz w:val="18"/>
          <w:szCs w:val="18"/>
        </w:rPr>
      </w:pPr>
    </w:p>
    <w:p w14:paraId="593C4007" w14:textId="77777777" w:rsidR="002D5F36" w:rsidRPr="00D94F45" w:rsidRDefault="002D5F36" w:rsidP="005252B2">
      <w:pPr>
        <w:rPr>
          <w:rFonts w:ascii="Arial" w:hAnsi="Arial" w:cs="Arial"/>
          <w:sz w:val="18"/>
          <w:szCs w:val="18"/>
        </w:rPr>
      </w:pPr>
    </w:p>
    <w:p w14:paraId="77712687" w14:textId="77777777" w:rsidR="002D5F36" w:rsidRPr="00D94F45" w:rsidRDefault="002D5F36" w:rsidP="002D5F36">
      <w:pPr>
        <w:pBdr>
          <w:bottom w:val="dotDash" w:sz="4" w:space="1" w:color="auto"/>
        </w:pBdr>
        <w:rPr>
          <w:rFonts w:ascii="Arial" w:hAnsi="Arial" w:cs="Arial"/>
          <w:sz w:val="18"/>
          <w:szCs w:val="18"/>
        </w:rPr>
      </w:pPr>
    </w:p>
    <w:p w14:paraId="4AE00F04" w14:textId="77777777" w:rsidR="005252B2" w:rsidRPr="00D94F45" w:rsidRDefault="005252B2" w:rsidP="005252B2">
      <w:pPr>
        <w:rPr>
          <w:rFonts w:ascii="Arial" w:hAnsi="Arial" w:cs="Arial"/>
          <w:sz w:val="18"/>
          <w:szCs w:val="18"/>
        </w:rPr>
      </w:pPr>
    </w:p>
    <w:p w14:paraId="10ACDD9B" w14:textId="77777777" w:rsidR="002D5F36" w:rsidRPr="00D94F45" w:rsidRDefault="002D5F36" w:rsidP="005252B2">
      <w:pPr>
        <w:rPr>
          <w:rFonts w:ascii="Arial" w:hAnsi="Arial" w:cs="Arial"/>
          <w:b/>
          <w:sz w:val="22"/>
          <w:szCs w:val="22"/>
        </w:rPr>
      </w:pPr>
    </w:p>
    <w:p w14:paraId="52BE2BEB" w14:textId="77777777" w:rsidR="002D5F36" w:rsidRPr="00D94F45" w:rsidRDefault="002D5F36" w:rsidP="005252B2">
      <w:pPr>
        <w:rPr>
          <w:rFonts w:ascii="Arial" w:hAnsi="Arial" w:cs="Arial"/>
          <w:sz w:val="22"/>
          <w:szCs w:val="22"/>
        </w:rPr>
      </w:pPr>
      <w:r w:rsidRPr="00D94F45">
        <w:rPr>
          <w:rFonts w:ascii="Arial" w:hAnsi="Arial" w:cs="Arial"/>
          <w:sz w:val="22"/>
          <w:szCs w:val="22"/>
        </w:rPr>
        <w:t xml:space="preserve">Provide Name of </w:t>
      </w:r>
      <w:r w:rsidR="00F77BF4" w:rsidRPr="00D94F45">
        <w:rPr>
          <w:rFonts w:ascii="Arial" w:hAnsi="Arial" w:cs="Arial"/>
          <w:sz w:val="22"/>
          <w:szCs w:val="22"/>
        </w:rPr>
        <w:t>Unit</w:t>
      </w:r>
      <w:r w:rsidRPr="00D94F45">
        <w:rPr>
          <w:rFonts w:ascii="Arial" w:hAnsi="Arial" w:cs="Arial"/>
          <w:sz w:val="22"/>
          <w:szCs w:val="22"/>
        </w:rPr>
        <w:t>:</w:t>
      </w:r>
    </w:p>
    <w:p w14:paraId="64A7C171" w14:textId="77777777" w:rsidR="002D5F36" w:rsidRPr="00D94F45" w:rsidRDefault="002D5F36" w:rsidP="005252B2">
      <w:pPr>
        <w:rPr>
          <w:rFonts w:ascii="Arial" w:hAnsi="Arial" w:cs="Arial"/>
          <w:sz w:val="20"/>
          <w:szCs w:val="20"/>
        </w:rPr>
      </w:pPr>
    </w:p>
    <w:p w14:paraId="12B4FB8C" w14:textId="77777777" w:rsidR="002D5F36" w:rsidRPr="00D94F45" w:rsidRDefault="002D5F36" w:rsidP="005252B2">
      <w:pPr>
        <w:rPr>
          <w:rFonts w:ascii="Arial" w:hAnsi="Arial" w:cs="Arial"/>
          <w:sz w:val="22"/>
          <w:szCs w:val="22"/>
        </w:rPr>
      </w:pP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="00613CE1"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0"/>
          <w:szCs w:val="20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  <w:r w:rsidRPr="00D94F45">
        <w:rPr>
          <w:rFonts w:ascii="Arial" w:hAnsi="Arial" w:cs="Arial"/>
          <w:sz w:val="22"/>
          <w:szCs w:val="22"/>
          <w:u w:val="single"/>
        </w:rPr>
        <w:tab/>
      </w:r>
    </w:p>
    <w:p w14:paraId="4422E820" w14:textId="77777777" w:rsidR="002D5F36" w:rsidRPr="00D94F45" w:rsidRDefault="002D5F36" w:rsidP="005252B2">
      <w:pPr>
        <w:rPr>
          <w:rFonts w:ascii="Arial" w:hAnsi="Arial" w:cs="Arial"/>
          <w:sz w:val="22"/>
          <w:szCs w:val="22"/>
        </w:rPr>
      </w:pPr>
    </w:p>
    <w:p w14:paraId="0A2FEB4B" w14:textId="77777777" w:rsidR="00613CE1" w:rsidRPr="00D94F45" w:rsidRDefault="00613CE1" w:rsidP="00613CE1">
      <w:pPr>
        <w:pBdr>
          <w:bottom w:val="dotDash" w:sz="4" w:space="1" w:color="auto"/>
        </w:pBdr>
        <w:rPr>
          <w:rFonts w:ascii="Arial" w:hAnsi="Arial" w:cs="Arial"/>
          <w:sz w:val="22"/>
          <w:szCs w:val="22"/>
        </w:rPr>
      </w:pPr>
    </w:p>
    <w:p w14:paraId="6B6263A7" w14:textId="77777777" w:rsidR="00BC1F1B" w:rsidRPr="00D94F45" w:rsidRDefault="00BC1F1B" w:rsidP="005252B2">
      <w:pPr>
        <w:rPr>
          <w:rFonts w:ascii="Arial" w:hAnsi="Arial" w:cs="Arial"/>
          <w:sz w:val="22"/>
          <w:szCs w:val="22"/>
        </w:rPr>
      </w:pPr>
    </w:p>
    <w:p w14:paraId="3895DB7B" w14:textId="77777777" w:rsidR="002B5F6F" w:rsidRDefault="002B5F6F" w:rsidP="005252B2">
      <w:pPr>
        <w:rPr>
          <w:rFonts w:ascii="Arial" w:hAnsi="Arial" w:cs="Arial"/>
          <w:sz w:val="22"/>
          <w:szCs w:val="22"/>
        </w:rPr>
      </w:pPr>
    </w:p>
    <w:p w14:paraId="6811C10B" w14:textId="77777777" w:rsidR="00F77BF4" w:rsidRPr="00D94F45" w:rsidRDefault="00F77BF4" w:rsidP="005252B2">
      <w:pPr>
        <w:rPr>
          <w:rFonts w:ascii="Arial" w:hAnsi="Arial" w:cs="Arial"/>
          <w:sz w:val="22"/>
          <w:szCs w:val="22"/>
        </w:rPr>
      </w:pPr>
    </w:p>
    <w:p w14:paraId="0C27A827" w14:textId="77777777" w:rsidR="00613CE1" w:rsidRPr="00D94F45" w:rsidRDefault="00613CE1" w:rsidP="00613CE1">
      <w:pPr>
        <w:rPr>
          <w:rFonts w:ascii="Arial" w:hAnsi="Arial" w:cs="Arial"/>
          <w:sz w:val="22"/>
          <w:szCs w:val="22"/>
          <w:u w:val="single"/>
        </w:rPr>
      </w:pPr>
      <w:r w:rsidRPr="00D94F45">
        <w:rPr>
          <w:rFonts w:ascii="Arial" w:hAnsi="Arial" w:cs="Arial"/>
          <w:sz w:val="22"/>
          <w:szCs w:val="22"/>
        </w:rPr>
        <w:t>Member Registration</w:t>
      </w:r>
      <w:r w:rsidR="00643DB8" w:rsidRPr="00D94F45">
        <w:rPr>
          <w:rFonts w:ascii="Arial" w:hAnsi="Arial" w:cs="Arial"/>
          <w:sz w:val="22"/>
          <w:szCs w:val="22"/>
        </w:rPr>
        <w:t xml:space="preserve"> – New Member or Renewal</w:t>
      </w:r>
      <w:r w:rsidRPr="00D94F45">
        <w:rPr>
          <w:rFonts w:ascii="Arial" w:hAnsi="Arial" w:cs="Arial"/>
          <w:sz w:val="22"/>
          <w:szCs w:val="22"/>
        </w:rPr>
        <w:t xml:space="preserve"> </w:t>
      </w:r>
      <w:r w:rsidRPr="00D94F45">
        <w:rPr>
          <w:rFonts w:ascii="Arial" w:hAnsi="Arial" w:cs="Arial"/>
          <w:b/>
          <w:sz w:val="22"/>
          <w:szCs w:val="22"/>
          <w:u w:val="single"/>
        </w:rPr>
        <w:t>$10.00</w:t>
      </w:r>
    </w:p>
    <w:p w14:paraId="686A9BE2" w14:textId="77777777" w:rsidR="00BC1F1B" w:rsidRPr="00D94F45" w:rsidRDefault="00BC1F1B" w:rsidP="00613CE1">
      <w:pPr>
        <w:rPr>
          <w:rFonts w:ascii="Arial" w:hAnsi="Arial" w:cs="Arial"/>
          <w:b/>
          <w:sz w:val="18"/>
          <w:szCs w:val="18"/>
          <w:u w:val="single"/>
        </w:rPr>
      </w:pPr>
    </w:p>
    <w:p w14:paraId="5CEB2463" w14:textId="77777777" w:rsidR="00BC1F1B" w:rsidRPr="00D94F45" w:rsidRDefault="00BC1F1B" w:rsidP="00613CE1">
      <w:pPr>
        <w:rPr>
          <w:rFonts w:ascii="Arial" w:hAnsi="Arial" w:cs="Arial"/>
          <w:b/>
          <w:sz w:val="18"/>
          <w:szCs w:val="18"/>
          <w:u w:val="single"/>
        </w:rPr>
      </w:pPr>
    </w:p>
    <w:p w14:paraId="43DFCA66" w14:textId="77777777" w:rsidR="00BC1F1B" w:rsidRPr="00D94F45" w:rsidRDefault="00BC1F1B" w:rsidP="00613CE1">
      <w:pPr>
        <w:rPr>
          <w:rFonts w:ascii="Arial" w:hAnsi="Arial" w:cs="Arial"/>
          <w:b/>
          <w:sz w:val="18"/>
          <w:szCs w:val="18"/>
          <w:u w:val="single"/>
        </w:rPr>
      </w:pPr>
    </w:p>
    <w:p w14:paraId="7B647C20" w14:textId="77777777" w:rsidR="00BC1F1B" w:rsidRPr="00D94F45" w:rsidRDefault="00BC1F1B" w:rsidP="00613CE1">
      <w:pPr>
        <w:rPr>
          <w:rFonts w:ascii="Arial" w:hAnsi="Arial" w:cs="Arial"/>
          <w:b/>
          <w:sz w:val="18"/>
          <w:szCs w:val="18"/>
          <w:u w:val="single"/>
        </w:rPr>
      </w:pPr>
      <w:r w:rsidRPr="00D94F45">
        <w:rPr>
          <w:rFonts w:ascii="Arial" w:hAnsi="Arial" w:cs="Arial"/>
          <w:b/>
          <w:sz w:val="18"/>
          <w:szCs w:val="18"/>
          <w:u w:val="single"/>
        </w:rPr>
        <w:t>Make check payable to Chi Epsilon Sigma</w:t>
      </w:r>
    </w:p>
    <w:p w14:paraId="58FAC5FE" w14:textId="77777777" w:rsidR="00BC1F1B" w:rsidRPr="00D94F45" w:rsidRDefault="00BC1F1B" w:rsidP="00613CE1">
      <w:pPr>
        <w:rPr>
          <w:rFonts w:ascii="Arial" w:hAnsi="Arial" w:cs="Arial"/>
          <w:sz w:val="18"/>
          <w:szCs w:val="18"/>
        </w:rPr>
      </w:pPr>
      <w:r w:rsidRPr="00D94F45">
        <w:rPr>
          <w:rFonts w:ascii="Arial" w:hAnsi="Arial" w:cs="Arial"/>
          <w:sz w:val="18"/>
          <w:szCs w:val="18"/>
        </w:rPr>
        <w:t>(Write on the back of your check “For Deposit Only”)</w:t>
      </w:r>
    </w:p>
    <w:p w14:paraId="278A908B" w14:textId="77777777" w:rsidR="002D5F36" w:rsidRPr="00D94F45" w:rsidRDefault="00AE00BE" w:rsidP="005252B2">
      <w:pPr>
        <w:rPr>
          <w:rFonts w:ascii="Arial" w:hAnsi="Arial" w:cs="Arial"/>
          <w:sz w:val="22"/>
          <w:szCs w:val="22"/>
        </w:rPr>
      </w:pPr>
      <w:r w:rsidRPr="00D94F4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38E528" wp14:editId="31BC17E8">
                <wp:simplePos x="0" y="0"/>
                <wp:positionH relativeFrom="column">
                  <wp:posOffset>3200400</wp:posOffset>
                </wp:positionH>
                <wp:positionV relativeFrom="paragraph">
                  <wp:posOffset>240030</wp:posOffset>
                </wp:positionV>
                <wp:extent cx="2590800" cy="1546225"/>
                <wp:effectExtent l="9525" t="13970" r="9525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5462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D69CA" w14:textId="77777777" w:rsidR="00BC1F1B" w:rsidRPr="00D94F45" w:rsidRDefault="00BC1F1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94F4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Return this form and your check to:</w:t>
                            </w:r>
                          </w:p>
                          <w:p w14:paraId="2BE063D8" w14:textId="77777777" w:rsidR="00BC1F1B" w:rsidRPr="00D94F45" w:rsidRDefault="00BC1F1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A6319CD" w14:textId="240F0D69" w:rsidR="002A188F" w:rsidRPr="00D94F45" w:rsidRDefault="0006154F" w:rsidP="00BC1F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Cheryl K. Duplechain</w:t>
                            </w:r>
                            <w:r w:rsidR="0005412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, Treasurer</w:t>
                            </w:r>
                          </w:p>
                          <w:p w14:paraId="26E1C07D" w14:textId="7A255FF4" w:rsidR="00D94F45" w:rsidRDefault="00B35EBE" w:rsidP="00BC1F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E03E4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07</w:t>
                            </w:r>
                            <w:r w:rsidR="0006154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Knapp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Hall</w:t>
                            </w:r>
                          </w:p>
                          <w:p w14:paraId="16A1F5F4" w14:textId="12AF25F2" w:rsidR="00D94F45" w:rsidRPr="00D94F45" w:rsidRDefault="00557CC3" w:rsidP="00BC1F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Louisiana State University</w:t>
                            </w:r>
                          </w:p>
                          <w:p w14:paraId="5E65444A" w14:textId="77777777" w:rsidR="00D94F45" w:rsidRDefault="00557CC3" w:rsidP="00BC1F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Baton Rouge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LA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70803</w:t>
                                </w:r>
                              </w:smartTag>
                            </w:smartTag>
                          </w:p>
                          <w:p w14:paraId="6DF9C2FE" w14:textId="6CD95C53" w:rsidR="00557CC3" w:rsidRDefault="00557CC3" w:rsidP="00BC1F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(225) 578-</w:t>
                            </w:r>
                            <w:r w:rsidR="0006154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3659</w:t>
                            </w:r>
                          </w:p>
                          <w:p w14:paraId="20DDB405" w14:textId="64C32AE3" w:rsidR="0006154F" w:rsidRDefault="004E2143" w:rsidP="00BC1F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hyperlink r:id="rId5" w:history="1">
                              <w:r w:rsidR="0006154F" w:rsidRPr="00DA1531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cduplechain@agcenter.lsu.edu</w:t>
                              </w:r>
                            </w:hyperlink>
                          </w:p>
                          <w:p w14:paraId="419A610C" w14:textId="77777777" w:rsidR="0006154F" w:rsidRDefault="0006154F" w:rsidP="00BC1F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1BA6AA2" w14:textId="744FF4BC" w:rsidR="0005412F" w:rsidRPr="00BC1F1B" w:rsidRDefault="0005412F" w:rsidP="00BC1F1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@agcenter.lsu.edu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38E5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pt;margin-top:18.9pt;width:204pt;height:1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" fillcolor="#ddd">
                <v:stroke dashstyle="dashDot"/>
                <v:textbox>
                  <w:txbxContent>
                    <w:p w14:paraId="634D69CA" w14:textId="77777777" w:rsidR="00BC1F1B" w:rsidRPr="00D94F45" w:rsidRDefault="00BC1F1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94F4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Return this form and your check to:</w:t>
                      </w:r>
                    </w:p>
                    <w:p w14:paraId="2BE063D8" w14:textId="77777777" w:rsidR="00BC1F1B" w:rsidRPr="00D94F45" w:rsidRDefault="00BC1F1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A6319CD" w14:textId="240F0D69" w:rsidR="002A188F" w:rsidRPr="00D94F45" w:rsidRDefault="0006154F" w:rsidP="00BC1F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Cheryl K. Duplechain</w:t>
                      </w:r>
                      <w:r w:rsidR="0005412F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, Treasurer</w:t>
                      </w:r>
                    </w:p>
                    <w:p w14:paraId="26E1C07D" w14:textId="7A255FF4" w:rsidR="00D94F45" w:rsidRDefault="00B35EBE" w:rsidP="00BC1F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</w:t>
                      </w:r>
                      <w:r w:rsidR="00E03E4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07</w:t>
                      </w:r>
                      <w:r w:rsidR="0006154F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Knapp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Hall</w:t>
                      </w:r>
                    </w:p>
                    <w:p w14:paraId="16A1F5F4" w14:textId="12AF25F2" w:rsidR="00D94F45" w:rsidRPr="00D94F45" w:rsidRDefault="00557CC3" w:rsidP="00BC1F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Louisiana State University</w:t>
                      </w:r>
                    </w:p>
                    <w:p w14:paraId="5E65444A" w14:textId="77777777" w:rsidR="00D94F45" w:rsidRDefault="00557CC3" w:rsidP="00BC1F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Baton Rouge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LA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70803</w:t>
                          </w:r>
                        </w:smartTag>
                      </w:smartTag>
                    </w:p>
                    <w:p w14:paraId="6DF9C2FE" w14:textId="6CD95C53" w:rsidR="00557CC3" w:rsidRDefault="00557CC3" w:rsidP="00BC1F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(225) 578-</w:t>
                      </w:r>
                      <w:r w:rsidR="0006154F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3659</w:t>
                      </w:r>
                    </w:p>
                    <w:p w14:paraId="20DDB405" w14:textId="64C32AE3" w:rsidR="0006154F" w:rsidRDefault="00884F30" w:rsidP="00BC1F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hyperlink r:id="rId6" w:history="1">
                        <w:r w:rsidR="0006154F" w:rsidRPr="00DA1531">
                          <w:rPr>
                            <w:rStyle w:val="Hyperlink"/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cduplechain@agcenter.lsu.edu</w:t>
                        </w:r>
                      </w:hyperlink>
                    </w:p>
                    <w:p w14:paraId="419A610C" w14:textId="77777777" w:rsidR="0006154F" w:rsidRDefault="0006154F" w:rsidP="00BC1F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21BA6AA2" w14:textId="744FF4BC" w:rsidR="0005412F" w:rsidRPr="00BC1F1B" w:rsidRDefault="0005412F" w:rsidP="00BC1F1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@agcenter.lsu.edu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EDFA19" wp14:editId="1FA04A41">
                <wp:simplePos x="0" y="0"/>
                <wp:positionH relativeFrom="column">
                  <wp:posOffset>457200</wp:posOffset>
                </wp:positionH>
                <wp:positionV relativeFrom="paragraph">
                  <wp:posOffset>240030</wp:posOffset>
                </wp:positionV>
                <wp:extent cx="2209800" cy="1546225"/>
                <wp:effectExtent l="9525" t="13970" r="9525" b="1143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5462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D4CE0" w14:textId="77777777" w:rsidR="002E1ADA" w:rsidRDefault="002E1ADA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For more information contact:</w:t>
                            </w:r>
                          </w:p>
                          <w:p w14:paraId="786AED96" w14:textId="77777777" w:rsidR="00033CF5" w:rsidRDefault="00033CF5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92986E2" w14:textId="031AC4E1" w:rsidR="002E1ADA" w:rsidRPr="00033CF5" w:rsidRDefault="00E03E44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Alana Sandidge</w:t>
                            </w:r>
                            <w:r w:rsidR="002E1ADA" w:rsidRPr="00033CF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, President</w:t>
                            </w:r>
                          </w:p>
                          <w:p w14:paraId="1782A4FF" w14:textId="02B186B9" w:rsidR="0005412F" w:rsidRDefault="00884F30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212-B Macon Ridge Road</w:t>
                            </w:r>
                          </w:p>
                          <w:p w14:paraId="2E512374" w14:textId="79C9DC93" w:rsidR="0006154F" w:rsidRDefault="0006154F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Louisiana State University</w:t>
                            </w:r>
                          </w:p>
                          <w:p w14:paraId="62661856" w14:textId="2CC5A239" w:rsidR="0006154F" w:rsidRPr="00033CF5" w:rsidRDefault="00884F30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Winnsboro, LA  71295</w:t>
                            </w:r>
                          </w:p>
                          <w:p w14:paraId="0A0097AB" w14:textId="37E70A57" w:rsidR="002E1ADA" w:rsidRPr="00033CF5" w:rsidRDefault="0006154F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(</w:t>
                            </w:r>
                            <w:r w:rsidR="00E03E4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318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884F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435-2903</w:t>
                            </w:r>
                          </w:p>
                          <w:p w14:paraId="53C7241B" w14:textId="409D3D96" w:rsidR="002E1ADA" w:rsidRDefault="004E2143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hyperlink r:id="rId7" w:history="1">
                              <w:r w:rsidR="00E03E44" w:rsidRPr="00C34AEE">
                                <w:rPr>
                                  <w:rStyle w:val="Hyperlink"/>
                                  <w:rFonts w:ascii="Arial" w:hAnsi="Arial" w:cs="Arial"/>
                                  <w:sz w:val="22"/>
                                  <w:szCs w:val="22"/>
                                </w:rPr>
                                <w:t>asandidge@agcenter.lsu.edu</w:t>
                              </w:r>
                            </w:hyperlink>
                          </w:p>
                          <w:p w14:paraId="47D9F755" w14:textId="77777777" w:rsidR="0006154F" w:rsidRPr="00033CF5" w:rsidRDefault="0006154F" w:rsidP="002E1A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EDFA19" id="Text Box 4" o:spid="_x0000_s1027" type="#_x0000_t202" style="position:absolute;margin-left:36pt;margin-top:18.9pt;width:174pt;height:1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" fillcolor="#ddd">
                <v:stroke dashstyle="dashDot"/>
                <v:textbox>
                  <w:txbxContent>
                    <w:p w14:paraId="29AD4CE0" w14:textId="77777777" w:rsidR="002E1ADA" w:rsidRDefault="002E1ADA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For more information contact:</w:t>
                      </w:r>
                    </w:p>
                    <w:p w14:paraId="786AED96" w14:textId="77777777" w:rsidR="00033CF5" w:rsidRDefault="00033CF5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392986E2" w14:textId="031AC4E1" w:rsidR="002E1ADA" w:rsidRPr="00033CF5" w:rsidRDefault="00E03E44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Alana Sandidge</w:t>
                      </w:r>
                      <w:r w:rsidR="002E1ADA" w:rsidRPr="00033CF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, President</w:t>
                      </w:r>
                    </w:p>
                    <w:p w14:paraId="1782A4FF" w14:textId="02B186B9" w:rsidR="0005412F" w:rsidRDefault="00884F30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212-B Macon Ridge Road</w:t>
                      </w:r>
                    </w:p>
                    <w:p w14:paraId="2E512374" w14:textId="79C9DC93" w:rsidR="0006154F" w:rsidRDefault="0006154F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Louisiana State University</w:t>
                      </w:r>
                    </w:p>
                    <w:p w14:paraId="62661856" w14:textId="2CC5A239" w:rsidR="0006154F" w:rsidRPr="00033CF5" w:rsidRDefault="00884F30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Winnsboro, LA  71295</w:t>
                      </w:r>
                    </w:p>
                    <w:p w14:paraId="0A0097AB" w14:textId="37E70A57" w:rsidR="002E1ADA" w:rsidRPr="00033CF5" w:rsidRDefault="0006154F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(</w:t>
                      </w:r>
                      <w:r w:rsidR="00E03E4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318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) </w:t>
                      </w:r>
                      <w:r w:rsidR="00884F3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435-2903</w:t>
                      </w:r>
                    </w:p>
                    <w:p w14:paraId="53C7241B" w14:textId="409D3D96" w:rsidR="002E1ADA" w:rsidRDefault="00E03E44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hyperlink r:id="rId8" w:history="1">
                        <w:r w:rsidRPr="00C34AEE">
                          <w:rPr>
                            <w:rStyle w:val="Hyperlink"/>
                            <w:rFonts w:ascii="Arial" w:hAnsi="Arial" w:cs="Arial"/>
                            <w:sz w:val="22"/>
                            <w:szCs w:val="22"/>
                          </w:rPr>
                          <w:t>asandidge@agcenter.lsu.edu</w:t>
                        </w:r>
                      </w:hyperlink>
                    </w:p>
                    <w:p w14:paraId="47D9F755" w14:textId="77777777" w:rsidR="0006154F" w:rsidRPr="00033CF5" w:rsidRDefault="0006154F" w:rsidP="002E1ADA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D5F36" w:rsidRPr="00D94F45" w:rsidSect="00856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ath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B2"/>
    <w:rsid w:val="00033CF5"/>
    <w:rsid w:val="0005412F"/>
    <w:rsid w:val="0006154F"/>
    <w:rsid w:val="000B3D3B"/>
    <w:rsid w:val="0017060D"/>
    <w:rsid w:val="001D4469"/>
    <w:rsid w:val="002253E3"/>
    <w:rsid w:val="00226256"/>
    <w:rsid w:val="002A188F"/>
    <w:rsid w:val="002B5F6F"/>
    <w:rsid w:val="002D5F36"/>
    <w:rsid w:val="002E1ADA"/>
    <w:rsid w:val="003E35DD"/>
    <w:rsid w:val="00456BA0"/>
    <w:rsid w:val="004E2143"/>
    <w:rsid w:val="005252B2"/>
    <w:rsid w:val="00557CC3"/>
    <w:rsid w:val="005D711F"/>
    <w:rsid w:val="00613CE1"/>
    <w:rsid w:val="00622603"/>
    <w:rsid w:val="00643DB8"/>
    <w:rsid w:val="006E5B6C"/>
    <w:rsid w:val="00780DD5"/>
    <w:rsid w:val="007C15C3"/>
    <w:rsid w:val="007D3C6C"/>
    <w:rsid w:val="007F4B6B"/>
    <w:rsid w:val="008126DC"/>
    <w:rsid w:val="00856DF0"/>
    <w:rsid w:val="00884F30"/>
    <w:rsid w:val="00A61360"/>
    <w:rsid w:val="00AE00BE"/>
    <w:rsid w:val="00B35EBE"/>
    <w:rsid w:val="00B36521"/>
    <w:rsid w:val="00B45A89"/>
    <w:rsid w:val="00B96191"/>
    <w:rsid w:val="00BC1F1B"/>
    <w:rsid w:val="00BC699F"/>
    <w:rsid w:val="00BF24DF"/>
    <w:rsid w:val="00D11EFB"/>
    <w:rsid w:val="00D11F95"/>
    <w:rsid w:val="00D64C84"/>
    <w:rsid w:val="00D94F45"/>
    <w:rsid w:val="00E03E44"/>
    <w:rsid w:val="00EB1C0C"/>
    <w:rsid w:val="00EC22FD"/>
    <w:rsid w:val="00ED7D42"/>
    <w:rsid w:val="00F77BF4"/>
    <w:rsid w:val="00F8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015B20F4"/>
  <w15:chartTrackingRefBased/>
  <w15:docId w15:val="{C02D818F-A4F8-42B5-B5A5-D3564835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6154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3E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andidge@agcenter.lsu.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sandidge@agcenter.lsu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duplechain@agcenter.lsu.edu" TargetMode="External"/><Relationship Id="rId5" Type="http://schemas.openxmlformats.org/officeDocument/2006/relationships/hyperlink" Target="mailto:cduplechain@agcenter.lsu.ed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lester\Local%20Settings\Temporary%20Internet%20Files\OLK22\ces%20membership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ces membership form</Template>
  <TotalTime>0</TotalTime>
  <Pages>1</Pages>
  <Words>49</Words>
  <Characters>336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2004-05 Membership Form</vt:lpstr>
    </vt:vector>
  </TitlesOfParts>
  <Company>LSU Agcenter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2004-05 Membership Form</dc:title>
  <dc:subject/>
  <dc:creator>Kathy Rector</dc:creator>
  <cp:keywords/>
  <cp:lastModifiedBy>Clark, Ronda R.</cp:lastModifiedBy>
  <cp:revision>2</cp:revision>
  <cp:lastPrinted>2004-10-20T12:44:00Z</cp:lastPrinted>
  <dcterms:created xsi:type="dcterms:W3CDTF">2017-12-07T16:48:00Z</dcterms:created>
  <dcterms:modified xsi:type="dcterms:W3CDTF">2017-12-07T16:48:00Z</dcterms:modified>
</cp:coreProperties>
</file>